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32D2F3B-3160-41A7-ABE0-150E86BB3530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